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1" w:type="dxa"/>
        <w:tblInd w:w="109" w:type="dxa"/>
        <w:tblLayout w:type="fixed"/>
        <w:tblLook w:val="00A0"/>
      </w:tblPr>
      <w:tblGrid>
        <w:gridCol w:w="9641"/>
      </w:tblGrid>
      <w:tr w:rsidR="00D339BC" w:rsidRPr="006F2A79" w:rsidTr="00B711C7">
        <w:trPr>
          <w:trHeight w:val="156"/>
        </w:trPr>
        <w:tc>
          <w:tcPr>
            <w:tcW w:w="9641" w:type="dxa"/>
          </w:tcPr>
          <w:tbl>
            <w:tblPr>
              <w:tblW w:w="9645" w:type="dxa"/>
              <w:tblInd w:w="108" w:type="dxa"/>
              <w:tblLayout w:type="fixed"/>
              <w:tblLook w:val="00A0"/>
            </w:tblPr>
            <w:tblGrid>
              <w:gridCol w:w="4408"/>
              <w:gridCol w:w="1267"/>
              <w:gridCol w:w="3970"/>
            </w:tblGrid>
            <w:tr w:rsidR="00D339BC" w:rsidRPr="006F2A79" w:rsidTr="009C1FD4">
              <w:trPr>
                <w:trHeight w:val="1945"/>
              </w:trPr>
              <w:tc>
                <w:tcPr>
                  <w:tcW w:w="4405" w:type="dxa"/>
                </w:tcPr>
                <w:p w:rsidR="00D339BC" w:rsidRPr="003C0E26" w:rsidRDefault="00D339BC" w:rsidP="009C1FD4">
                  <w:pPr>
                    <w:keepNext/>
                    <w:tabs>
                      <w:tab w:val="left" w:pos="1884"/>
                    </w:tabs>
                    <w:spacing w:after="0"/>
                    <w:ind w:left="-108"/>
                    <w:jc w:val="center"/>
                    <w:outlineLvl w:val="1"/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</w:pPr>
                  <w:r w:rsidRPr="003C0E26">
                    <w:rPr>
                      <w:rFonts w:ascii="Times New Roman" w:hAnsi="Times New Roman"/>
                      <w:sz w:val="24"/>
                      <w:szCs w:val="24"/>
                    </w:rPr>
                    <w:t>ИСПОЛНИТЕЛЬНЫЙ КОМИТЕТ</w:t>
                  </w:r>
                </w:p>
                <w:p w:rsidR="00D339BC" w:rsidRPr="003C0E26" w:rsidRDefault="00D339BC" w:rsidP="009C1FD4">
                  <w:pPr>
                    <w:keepNext/>
                    <w:tabs>
                      <w:tab w:val="left" w:pos="1884"/>
                    </w:tabs>
                    <w:spacing w:after="0"/>
                    <w:ind w:left="-108"/>
                    <w:jc w:val="center"/>
                    <w:outlineLvl w:val="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ГОРОДИЩЕНСКОГО </w:t>
                  </w:r>
                  <w:r w:rsidRPr="003C0E26">
                    <w:rPr>
                      <w:rFonts w:ascii="Times New Roman" w:hAnsi="Times New Roman"/>
                      <w:sz w:val="24"/>
                      <w:szCs w:val="24"/>
                    </w:rPr>
                    <w:t>СЕЛЬСКОГО ПОСЕЛЕНИЯ ДРОЖЖАНОВСКОГО</w:t>
                  </w:r>
                </w:p>
                <w:p w:rsidR="00D339BC" w:rsidRPr="003C0E26" w:rsidRDefault="00D339BC" w:rsidP="009C1FD4">
                  <w:pPr>
                    <w:keepNext/>
                    <w:tabs>
                      <w:tab w:val="left" w:pos="1884"/>
                    </w:tabs>
                    <w:spacing w:after="0"/>
                    <w:ind w:left="-108"/>
                    <w:jc w:val="center"/>
                    <w:outlineLvl w:val="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0E26">
                    <w:rPr>
                      <w:rFonts w:ascii="Times New Roman" w:hAnsi="Times New Roman"/>
                      <w:sz w:val="24"/>
                      <w:szCs w:val="24"/>
                    </w:rPr>
                    <w:t>МУНИЦИПАЛЬНОГО РАЙОНА</w:t>
                  </w:r>
                </w:p>
                <w:p w:rsidR="00D339BC" w:rsidRPr="003C0E26" w:rsidRDefault="00D339BC" w:rsidP="009C1FD4">
                  <w:pPr>
                    <w:keepNext/>
                    <w:tabs>
                      <w:tab w:val="left" w:pos="1884"/>
                    </w:tabs>
                    <w:spacing w:after="0"/>
                    <w:ind w:left="-108"/>
                    <w:jc w:val="center"/>
                    <w:outlineLvl w:val="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0E26">
                    <w:rPr>
                      <w:rFonts w:ascii="Times New Roman" w:hAnsi="Times New Roman"/>
                      <w:sz w:val="24"/>
                      <w:szCs w:val="24"/>
                    </w:rPr>
                    <w:t>РЕСПУБЛИКИ ТАТАРСТАН</w:t>
                  </w:r>
                </w:p>
                <w:p w:rsidR="00D339BC" w:rsidRPr="003C0E26" w:rsidRDefault="00D339BC" w:rsidP="009C1FD4">
                  <w:pPr>
                    <w:keepNext/>
                    <w:tabs>
                      <w:tab w:val="left" w:pos="1884"/>
                    </w:tabs>
                    <w:spacing w:after="0"/>
                    <w:ind w:left="-108"/>
                    <w:jc w:val="center"/>
                    <w:outlineLvl w:val="1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D339BC" w:rsidRPr="003C0E26" w:rsidRDefault="00D339BC" w:rsidP="009C1FD4">
                  <w:pPr>
                    <w:tabs>
                      <w:tab w:val="left" w:pos="1884"/>
                    </w:tabs>
                    <w:spacing w:after="0"/>
                    <w:ind w:left="-108"/>
                    <w:jc w:val="center"/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</w:rPr>
                  </w:pPr>
                  <w:r w:rsidRPr="003C0E26"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</w:rPr>
                    <w:t xml:space="preserve">Улица </w:t>
                  </w:r>
                  <w:r w:rsidRPr="003C0E26"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>Кл</w:t>
                  </w:r>
                  <w:r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>уб</w:t>
                  </w:r>
                  <w:r w:rsidRPr="003C0E26"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</w:rPr>
                    <w:t xml:space="preserve">ная, дом </w:t>
                  </w:r>
                  <w:r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</w:rPr>
                    <w:t>6</w:t>
                  </w:r>
                  <w:r w:rsidRPr="003C0E26"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</w:rPr>
                    <w:t xml:space="preserve">, </w:t>
                  </w:r>
                </w:p>
                <w:p w:rsidR="00D339BC" w:rsidRPr="003C0E26" w:rsidRDefault="00D339BC" w:rsidP="009C1FD4">
                  <w:pPr>
                    <w:tabs>
                      <w:tab w:val="left" w:pos="1884"/>
                    </w:tabs>
                    <w:spacing w:after="0"/>
                    <w:ind w:left="-108"/>
                    <w:jc w:val="center"/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  <w:r w:rsidRPr="003C0E26"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</w:rPr>
                    <w:t xml:space="preserve">село </w:t>
                  </w:r>
                  <w:r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>Городище</w:t>
                  </w:r>
                  <w:r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</w:rPr>
                    <w:t>, 422481</w:t>
                  </w:r>
                </w:p>
                <w:p w:rsidR="00D339BC" w:rsidRPr="003C0E26" w:rsidRDefault="00D339BC" w:rsidP="009C1FD4">
                  <w:pPr>
                    <w:tabs>
                      <w:tab w:val="left" w:pos="1884"/>
                    </w:tabs>
                    <w:spacing w:after="0"/>
                    <w:ind w:left="-108"/>
                    <w:jc w:val="center"/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  <w:r w:rsidRPr="003C0E26"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>ИНН 161700325</w:t>
                  </w:r>
                  <w:r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>0</w:t>
                  </w:r>
                </w:p>
              </w:tc>
              <w:tc>
                <w:tcPr>
                  <w:tcW w:w="1266" w:type="dxa"/>
                </w:tcPr>
                <w:p w:rsidR="00D339BC" w:rsidRPr="003C0E26" w:rsidRDefault="00D339BC" w:rsidP="009C1FD4">
                  <w:pPr>
                    <w:spacing w:after="0"/>
                    <w:ind w:left="-11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339BC" w:rsidRPr="003C0E26" w:rsidRDefault="00D339BC" w:rsidP="009C1FD4">
                  <w:pPr>
                    <w:spacing w:after="0"/>
                    <w:jc w:val="center"/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68" w:type="dxa"/>
                </w:tcPr>
                <w:p w:rsidR="00D339BC" w:rsidRPr="003C0E26" w:rsidRDefault="00D339BC" w:rsidP="009C1FD4">
                  <w:pPr>
                    <w:keepNext/>
                    <w:spacing w:after="0"/>
                    <w:ind w:left="33" w:right="-108"/>
                    <w:jc w:val="center"/>
                    <w:outlineLvl w:val="1"/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  <w:r w:rsidRPr="003C0E26">
                    <w:rPr>
                      <w:rFonts w:ascii="Times New Roman" w:hAnsi="Times New Roman"/>
                      <w:sz w:val="24"/>
                      <w:szCs w:val="24"/>
                    </w:rPr>
                    <w:t>ТАТАРСТАН РЕСПУБЛИКАСЫ</w:t>
                  </w:r>
                  <w:r w:rsidRPr="003C0E26"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  <w:t xml:space="preserve"> </w:t>
                  </w:r>
                  <w:r w:rsidRPr="003C0E26"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 xml:space="preserve">ЧҮПРӘЛЕ </w:t>
                  </w:r>
                </w:p>
                <w:p w:rsidR="00D339BC" w:rsidRPr="003C0E26" w:rsidRDefault="00D339BC" w:rsidP="009C1FD4">
                  <w:pPr>
                    <w:keepNext/>
                    <w:spacing w:after="0"/>
                    <w:ind w:left="33" w:right="-108"/>
                    <w:jc w:val="center"/>
                    <w:outlineLvl w:val="1"/>
                    <w:rPr>
                      <w:rFonts w:ascii="Times New Roman" w:hAnsi="Times New Roman"/>
                      <w:caps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  <w:r w:rsidRPr="003C0E26">
                    <w:rPr>
                      <w:rFonts w:ascii="Times New Roman" w:hAnsi="Times New Roman"/>
                      <w:caps/>
                      <w:noProof/>
                      <w:color w:val="000000"/>
                      <w:sz w:val="24"/>
                      <w:szCs w:val="24"/>
                    </w:rPr>
                    <w:t>МУНИЦИПАЛЬ</w:t>
                  </w:r>
                  <w:r w:rsidRPr="003C0E26">
                    <w:rPr>
                      <w:rFonts w:ascii="Times New Roman" w:hAnsi="Times New Roman"/>
                      <w:caps/>
                      <w:noProof/>
                      <w:color w:val="000000"/>
                      <w:sz w:val="24"/>
                      <w:szCs w:val="24"/>
                      <w:lang w:val="tt-RU"/>
                    </w:rPr>
                    <w:t xml:space="preserve"> </w:t>
                  </w:r>
                  <w:r w:rsidRPr="003C0E26">
                    <w:rPr>
                      <w:rFonts w:ascii="Times New Roman" w:hAnsi="Times New Roman"/>
                      <w:caps/>
                      <w:noProof/>
                      <w:color w:val="000000"/>
                      <w:sz w:val="24"/>
                      <w:szCs w:val="24"/>
                    </w:rPr>
                    <w:t xml:space="preserve">районы </w:t>
                  </w:r>
                  <w:r>
                    <w:rPr>
                      <w:rFonts w:ascii="Times New Roman" w:hAnsi="Times New Roman"/>
                      <w:caps/>
                      <w:noProof/>
                      <w:color w:val="000000"/>
                      <w:sz w:val="24"/>
                      <w:szCs w:val="24"/>
                    </w:rPr>
                    <w:t>ГОРОДИЩЕ</w:t>
                  </w:r>
                  <w:r w:rsidRPr="003C0E26">
                    <w:rPr>
                      <w:rFonts w:ascii="Times New Roman" w:hAnsi="Times New Roman"/>
                      <w:caps/>
                      <w:noProof/>
                      <w:color w:val="000000"/>
                      <w:sz w:val="24"/>
                      <w:szCs w:val="24"/>
                    </w:rPr>
                    <w:t xml:space="preserve"> АВЫЛ </w:t>
                  </w:r>
                  <w:r w:rsidRPr="003C0E26">
                    <w:rPr>
                      <w:rFonts w:ascii="Times New Roman" w:hAnsi="Times New Roman"/>
                      <w:caps/>
                      <w:noProof/>
                      <w:color w:val="000000"/>
                      <w:sz w:val="24"/>
                      <w:szCs w:val="24"/>
                      <w:lang w:val="tt-RU"/>
                    </w:rPr>
                    <w:t>ҖИРЛЕГЕ</w:t>
                  </w:r>
                </w:p>
                <w:p w:rsidR="00D339BC" w:rsidRPr="003C0E26" w:rsidRDefault="00D339BC" w:rsidP="009C1FD4">
                  <w:pPr>
                    <w:spacing w:after="0"/>
                    <w:ind w:left="33" w:right="-108"/>
                    <w:jc w:val="center"/>
                    <w:rPr>
                      <w:rFonts w:ascii="Times New Roman" w:hAnsi="Times New Roman"/>
                      <w:b/>
                      <w:caps/>
                      <w:noProof/>
                      <w:color w:val="000000"/>
                      <w:sz w:val="24"/>
                      <w:szCs w:val="24"/>
                    </w:rPr>
                  </w:pPr>
                  <w:r w:rsidRPr="003C0E26">
                    <w:rPr>
                      <w:rFonts w:ascii="Times New Roman" w:hAnsi="Times New Roman"/>
                      <w:caps/>
                      <w:noProof/>
                      <w:color w:val="000000"/>
                      <w:sz w:val="24"/>
                      <w:szCs w:val="24"/>
                    </w:rPr>
                    <w:t xml:space="preserve"> БАШКАРМА КОМИТЕТЫ</w:t>
                  </w:r>
                </w:p>
                <w:p w:rsidR="00D339BC" w:rsidRPr="003C0E26" w:rsidRDefault="00D339BC" w:rsidP="009C1FD4">
                  <w:pPr>
                    <w:spacing w:after="0"/>
                    <w:ind w:left="33" w:right="-108"/>
                    <w:jc w:val="center"/>
                    <w:rPr>
                      <w:rFonts w:ascii="Times New Roman" w:hAnsi="Times New Roman"/>
                      <w:b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</w:p>
                <w:p w:rsidR="00D339BC" w:rsidRPr="003C0E26" w:rsidRDefault="00D339BC" w:rsidP="009C1FD4">
                  <w:pPr>
                    <w:spacing w:after="0"/>
                    <w:ind w:left="33" w:right="-108"/>
                    <w:jc w:val="center"/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  <w:r w:rsidRPr="003C0E26"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>Кл</w:t>
                  </w:r>
                  <w:r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>уб</w:t>
                  </w:r>
                  <w:r w:rsidRPr="003C0E26"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 xml:space="preserve">  урамы, </w:t>
                  </w:r>
                  <w:r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 xml:space="preserve">6а </w:t>
                  </w:r>
                  <w:r w:rsidRPr="003C0E26"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 xml:space="preserve">нче йорт, </w:t>
                  </w:r>
                </w:p>
                <w:p w:rsidR="00D339BC" w:rsidRPr="003C0E26" w:rsidRDefault="00D339BC" w:rsidP="009C1FD4">
                  <w:pPr>
                    <w:spacing w:after="0"/>
                    <w:ind w:left="33" w:right="-108"/>
                    <w:jc w:val="center"/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>Городище</w:t>
                  </w:r>
                  <w:r w:rsidRPr="003C0E26"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 xml:space="preserve"> авылы, 4224</w:t>
                  </w:r>
                  <w:r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>81</w:t>
                  </w:r>
                </w:p>
                <w:p w:rsidR="00D339BC" w:rsidRPr="003C0E26" w:rsidRDefault="00D339BC" w:rsidP="009C1FD4">
                  <w:pPr>
                    <w:spacing w:after="0"/>
                    <w:jc w:val="center"/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D339BC" w:rsidRPr="006F2A79" w:rsidTr="009C1FD4">
              <w:trPr>
                <w:trHeight w:val="975"/>
              </w:trPr>
              <w:tc>
                <w:tcPr>
                  <w:tcW w:w="9639" w:type="dxa"/>
                  <w:gridSpan w:val="3"/>
                </w:tcPr>
                <w:p w:rsidR="00D339BC" w:rsidRPr="00B711C7" w:rsidRDefault="00D339BC" w:rsidP="00B711C7">
                  <w:pPr>
                    <w:tabs>
                      <w:tab w:val="left" w:pos="1884"/>
                    </w:tabs>
                    <w:spacing w:after="0"/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711C7">
                    <w:rPr>
                      <w:rFonts w:ascii="Times New Roman" w:hAnsi="Times New Roman"/>
                      <w:noProof/>
                      <w:sz w:val="24"/>
                      <w:szCs w:val="24"/>
                      <w:lang w:val="tt-RU"/>
                    </w:rPr>
                    <w:t>Тел.: (84375) 3-51-30, факс: (84375) 3-51-16, e-mail:</w:t>
                  </w:r>
                  <w:r w:rsidRPr="00B711C7"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  <w:t xml:space="preserve"> </w:t>
                  </w:r>
                  <w:r w:rsidRPr="00B711C7">
                    <w:rPr>
                      <w:rFonts w:ascii="Times New Roman" w:hAnsi="Times New Roman"/>
                      <w:noProof/>
                      <w:sz w:val="24"/>
                      <w:szCs w:val="24"/>
                      <w:lang w:val="en-US"/>
                    </w:rPr>
                    <w:t>Gor</w:t>
                  </w:r>
                  <w:r w:rsidRPr="00B711C7">
                    <w:rPr>
                      <w:rFonts w:ascii="Times New Roman" w:hAnsi="Times New Roman"/>
                      <w:noProof/>
                      <w:sz w:val="24"/>
                      <w:szCs w:val="24"/>
                      <w:lang w:val="tt-RU"/>
                    </w:rPr>
                    <w:t xml:space="preserve">.Drz@tatar.ru </w:t>
                  </w:r>
                </w:p>
                <w:p w:rsidR="00D339BC" w:rsidRPr="003C0E26" w:rsidRDefault="00D339BC" w:rsidP="009C1FD4">
                  <w:pPr>
                    <w:tabs>
                      <w:tab w:val="left" w:pos="1884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5D21"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rect id="_x0000_i1025" style="width:22in;height:1.5pt" o:hralign="center" o:hrstd="t" o:hrnoshade="t" o:hr="t" fillcolor="black" stroked="f"/>
                    </w:pict>
                  </w:r>
                </w:p>
                <w:p w:rsidR="00D339BC" w:rsidRPr="003C0E26" w:rsidRDefault="00D339BC" w:rsidP="009C1FD4">
                  <w:pPr>
                    <w:tabs>
                      <w:tab w:val="left" w:pos="1884"/>
                    </w:tabs>
                    <w:spacing w:after="0"/>
                    <w:ind w:left="34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D339BC" w:rsidRPr="006F2A79" w:rsidRDefault="00D339BC"/>
        </w:tc>
      </w:tr>
    </w:tbl>
    <w:p w:rsidR="00D339BC" w:rsidRPr="00934579" w:rsidRDefault="00D339BC" w:rsidP="00934579">
      <w:pPr>
        <w:tabs>
          <w:tab w:val="left" w:pos="1843"/>
          <w:tab w:val="left" w:pos="1985"/>
          <w:tab w:val="left" w:pos="4962"/>
          <w:tab w:val="left" w:pos="7230"/>
          <w:tab w:val="left" w:pos="7655"/>
          <w:tab w:val="left" w:pos="7797"/>
        </w:tabs>
        <w:spacing w:after="6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934579">
        <w:rPr>
          <w:rFonts w:ascii="Times New Roman" w:hAnsi="Times New Roman"/>
          <w:b/>
          <w:sz w:val="28"/>
          <w:szCs w:val="28"/>
          <w:lang w:eastAsia="ru-RU"/>
        </w:rPr>
        <w:t xml:space="preserve">             </w:t>
      </w:r>
      <w:r w:rsidRPr="00934579">
        <w:rPr>
          <w:rFonts w:ascii="Times New Roman" w:hAnsi="Times New Roman"/>
          <w:b/>
          <w:sz w:val="24"/>
          <w:szCs w:val="24"/>
          <w:lang w:eastAsia="ru-RU"/>
        </w:rPr>
        <w:t>ПОСТАНОВЛЕНИЕ</w:t>
      </w:r>
      <w:r w:rsidRPr="00934579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</w:t>
      </w:r>
      <w:r w:rsidRPr="00934579">
        <w:rPr>
          <w:rFonts w:ascii="Times New Roman" w:hAnsi="Times New Roman"/>
          <w:b/>
          <w:sz w:val="24"/>
          <w:szCs w:val="24"/>
          <w:lang w:eastAsia="ru-RU"/>
        </w:rPr>
        <w:t>КАРАР</w:t>
      </w:r>
    </w:p>
    <w:p w:rsidR="00D339BC" w:rsidRPr="00934579" w:rsidRDefault="00D339BC" w:rsidP="0093457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339BC" w:rsidRPr="00934579" w:rsidRDefault="00D339BC" w:rsidP="0093457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13 июня </w:t>
      </w:r>
      <w:r w:rsidRPr="00934579">
        <w:rPr>
          <w:rFonts w:ascii="Times New Roman" w:hAnsi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934579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Pr="00934579">
        <w:rPr>
          <w:rFonts w:ascii="Times New Roman" w:hAnsi="Times New Roman"/>
          <w:sz w:val="28"/>
          <w:szCs w:val="28"/>
          <w:lang w:eastAsia="ru-RU"/>
        </w:rPr>
        <w:tab/>
      </w:r>
      <w:r w:rsidRPr="00934579">
        <w:rPr>
          <w:rFonts w:ascii="Times New Roman" w:hAnsi="Times New Roman"/>
          <w:sz w:val="28"/>
          <w:szCs w:val="28"/>
          <w:lang w:eastAsia="ru-RU"/>
        </w:rPr>
        <w:tab/>
      </w:r>
      <w:r w:rsidRPr="00934579">
        <w:rPr>
          <w:rFonts w:ascii="Times New Roman" w:hAnsi="Times New Roman"/>
          <w:sz w:val="28"/>
          <w:szCs w:val="28"/>
          <w:lang w:eastAsia="ru-RU"/>
        </w:rPr>
        <w:tab/>
      </w:r>
      <w:r w:rsidRPr="00934579">
        <w:rPr>
          <w:rFonts w:ascii="Times New Roman" w:hAnsi="Times New Roman"/>
          <w:sz w:val="28"/>
          <w:szCs w:val="28"/>
          <w:lang w:eastAsia="ru-RU"/>
        </w:rPr>
        <w:tab/>
      </w:r>
      <w:r w:rsidRPr="00934579">
        <w:rPr>
          <w:rFonts w:ascii="Times New Roman" w:hAnsi="Times New Roman"/>
          <w:sz w:val="28"/>
          <w:szCs w:val="28"/>
          <w:lang w:eastAsia="ru-RU"/>
        </w:rPr>
        <w:tab/>
      </w:r>
      <w:r w:rsidRPr="00934579">
        <w:rPr>
          <w:rFonts w:ascii="Times New Roman" w:hAnsi="Times New Roman"/>
          <w:sz w:val="28"/>
          <w:szCs w:val="28"/>
          <w:lang w:eastAsia="ru-RU"/>
        </w:rPr>
        <w:tab/>
      </w:r>
      <w:r w:rsidRPr="00934579">
        <w:rPr>
          <w:rFonts w:ascii="Times New Roman" w:hAnsi="Times New Roman"/>
          <w:sz w:val="28"/>
          <w:szCs w:val="28"/>
          <w:lang w:eastAsia="ru-RU"/>
        </w:rPr>
        <w:tab/>
      </w:r>
      <w:r w:rsidRPr="00934579">
        <w:rPr>
          <w:rFonts w:ascii="Times New Roman" w:hAnsi="Times New Roman"/>
          <w:sz w:val="28"/>
          <w:szCs w:val="28"/>
          <w:lang w:eastAsia="ru-RU"/>
        </w:rPr>
        <w:tab/>
      </w:r>
      <w:r w:rsidRPr="00934579">
        <w:rPr>
          <w:rFonts w:ascii="Times New Roman" w:hAnsi="Times New Roman"/>
          <w:sz w:val="28"/>
          <w:szCs w:val="28"/>
          <w:lang w:eastAsia="ru-RU"/>
        </w:rPr>
        <w:tab/>
        <w:t xml:space="preserve">№ </w:t>
      </w:r>
      <w:r>
        <w:rPr>
          <w:rFonts w:ascii="Times New Roman" w:hAnsi="Times New Roman"/>
          <w:sz w:val="28"/>
          <w:szCs w:val="28"/>
          <w:lang w:val="tt-RU" w:eastAsia="ru-RU"/>
        </w:rPr>
        <w:t>13</w:t>
      </w:r>
    </w:p>
    <w:p w:rsidR="00D339BC" w:rsidRPr="00934579" w:rsidRDefault="00D339BC" w:rsidP="0093457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 w:eastAsia="ru-RU"/>
        </w:rPr>
      </w:pPr>
    </w:p>
    <w:tbl>
      <w:tblPr>
        <w:tblW w:w="8504" w:type="dxa"/>
        <w:tblLayout w:type="fixed"/>
        <w:tblLook w:val="0000"/>
      </w:tblPr>
      <w:tblGrid>
        <w:gridCol w:w="6804"/>
        <w:gridCol w:w="1700"/>
      </w:tblGrid>
      <w:tr w:rsidR="00D339BC" w:rsidRPr="006F2A79" w:rsidTr="00BF34E9">
        <w:tc>
          <w:tcPr>
            <w:tcW w:w="6804" w:type="dxa"/>
          </w:tcPr>
          <w:p w:rsidR="00D339BC" w:rsidRPr="00B8750D" w:rsidRDefault="00D339BC" w:rsidP="00B8750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75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 утверждении административных </w:t>
            </w:r>
          </w:p>
          <w:p w:rsidR="00D339BC" w:rsidRPr="00B8750D" w:rsidRDefault="00D339BC" w:rsidP="00B8750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75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регламентов предоставления </w:t>
            </w:r>
          </w:p>
          <w:p w:rsidR="00D339BC" w:rsidRPr="00B8750D" w:rsidRDefault="00D339BC" w:rsidP="00B8750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75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муниципальных услуг </w:t>
            </w:r>
          </w:p>
          <w:p w:rsidR="00D339BC" w:rsidRPr="00B8750D" w:rsidRDefault="00D339BC" w:rsidP="00B87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</w:tcPr>
          <w:p w:rsidR="00D339BC" w:rsidRPr="00B8750D" w:rsidRDefault="00D339BC" w:rsidP="00B8750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339BC" w:rsidRPr="0034078A" w:rsidRDefault="00D339BC" w:rsidP="006D4A41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</w:t>
      </w:r>
      <w:r w:rsidRPr="00B8750D">
        <w:rPr>
          <w:rFonts w:ascii="Times New Roman" w:hAnsi="Times New Roman"/>
          <w:sz w:val="28"/>
          <w:szCs w:val="28"/>
          <w:lang w:eastAsia="ru-RU"/>
        </w:rPr>
        <w:t xml:space="preserve"> Федеральн</w:t>
      </w:r>
      <w:r>
        <w:rPr>
          <w:rFonts w:ascii="Times New Roman" w:hAnsi="Times New Roman"/>
          <w:sz w:val="28"/>
          <w:szCs w:val="28"/>
          <w:lang w:eastAsia="ru-RU"/>
        </w:rPr>
        <w:t>ым  законом</w:t>
      </w:r>
      <w:r w:rsidRPr="00B8750D">
        <w:rPr>
          <w:rFonts w:ascii="Times New Roman" w:hAnsi="Times New Roman"/>
          <w:sz w:val="28"/>
          <w:szCs w:val="28"/>
          <w:lang w:eastAsia="ru-RU"/>
        </w:rPr>
        <w:t xml:space="preserve"> от 27 июля 2010 года № 210-ФЗ «Об организации предоставления государственных и муниципальных услуг», руководствуясь </w:t>
      </w:r>
      <w:r w:rsidRPr="00B8750D">
        <w:rPr>
          <w:rFonts w:ascii="Times New Roman" w:hAnsi="Times New Roman"/>
          <w:sz w:val="30"/>
          <w:szCs w:val="20"/>
          <w:lang w:eastAsia="ru-RU"/>
        </w:rPr>
        <w:t xml:space="preserve">постановлением Кабинета Министров Республики Татарстан от 02.11.2010 № 880 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Республики Татарстан и о внесении изменений в отдельные постановления Кабинета Министров Республики Татарстан», </w:t>
      </w:r>
      <w:r w:rsidRPr="0034078A">
        <w:rPr>
          <w:rFonts w:ascii="Times New Roman" w:hAnsi="Times New Roman"/>
          <w:sz w:val="28"/>
          <w:szCs w:val="28"/>
          <w:lang w:eastAsia="ru-RU"/>
        </w:rPr>
        <w:t>в соответствии с Порядком разработки и утверждения административных регламентов предоставления муниципальных услуг органами местного самоуправления Дрожжановского муниципального района Республики Татарстан, утвержденный постановлением Исполнительного комитета Дрожжановского муниципального района от 09 марта 2011 года № 111 (в ред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4078A">
        <w:rPr>
          <w:rFonts w:ascii="Times New Roman" w:hAnsi="Times New Roman"/>
          <w:sz w:val="28"/>
          <w:szCs w:val="28"/>
          <w:lang w:eastAsia="ru-RU"/>
        </w:rPr>
        <w:t xml:space="preserve"> от 28 января 2012 года № 50, от </w:t>
      </w:r>
      <w:r>
        <w:rPr>
          <w:rFonts w:ascii="Times New Roman" w:hAnsi="Times New Roman"/>
          <w:sz w:val="28"/>
          <w:szCs w:val="28"/>
          <w:lang w:eastAsia="ru-RU"/>
        </w:rPr>
        <w:t>19 мая 2015 года № 203</w:t>
      </w:r>
      <w:r w:rsidRPr="0034078A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D4A41">
        <w:rPr>
          <w:rFonts w:ascii="Times New Roman" w:hAnsi="Times New Roman"/>
          <w:sz w:val="28"/>
          <w:szCs w:val="28"/>
          <w:lang w:eastAsia="ru-RU"/>
        </w:rPr>
        <w:t xml:space="preserve">Исполнительный комитет </w:t>
      </w:r>
      <w:r>
        <w:rPr>
          <w:rFonts w:ascii="Times New Roman" w:hAnsi="Times New Roman"/>
          <w:sz w:val="28"/>
          <w:szCs w:val="28"/>
          <w:lang w:eastAsia="ru-RU"/>
        </w:rPr>
        <w:t>Городищенского</w:t>
      </w:r>
      <w:r w:rsidRPr="006D4A4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 ПОСТАНОВЛЯЕТ: </w:t>
      </w:r>
    </w:p>
    <w:p w:rsidR="00D339BC" w:rsidRPr="00B8750D" w:rsidRDefault="00D339BC" w:rsidP="0025764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50D">
        <w:rPr>
          <w:rFonts w:ascii="Times New Roman" w:hAnsi="Times New Roman"/>
          <w:sz w:val="28"/>
          <w:szCs w:val="28"/>
          <w:lang w:eastAsia="ru-RU"/>
        </w:rPr>
        <w:t>1. Утвердить:</w:t>
      </w:r>
    </w:p>
    <w:p w:rsidR="00D339BC" w:rsidRPr="008A2893" w:rsidRDefault="00D339BC" w:rsidP="008A289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A2893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1.1. </w:t>
      </w:r>
      <w:r w:rsidRPr="008A2893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 предоставления муниципальной услуги по выдаче решения о предоставлении поверхностного водного объекта, находящегося в муниципальной собственности, или его части в пользование</w:t>
      </w:r>
    </w:p>
    <w:p w:rsidR="00D339BC" w:rsidRPr="00934579" w:rsidRDefault="00D339BC" w:rsidP="008A289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8750D"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B8750D">
        <w:rPr>
          <w:rFonts w:ascii="Times New Roman" w:hAnsi="Times New Roman"/>
          <w:sz w:val="28"/>
          <w:szCs w:val="28"/>
          <w:lang w:eastAsia="ru-RU"/>
        </w:rPr>
        <w:t>риложение № 1).</w:t>
      </w:r>
    </w:p>
    <w:p w:rsidR="00D339BC" w:rsidRPr="00B8750D" w:rsidRDefault="00D339BC" w:rsidP="007819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50D">
        <w:rPr>
          <w:rFonts w:ascii="Times New Roman" w:hAnsi="Times New Roman"/>
          <w:sz w:val="28"/>
          <w:szCs w:val="28"/>
          <w:lang w:eastAsia="ru-RU"/>
        </w:rPr>
        <w:t xml:space="preserve">1.2. </w:t>
      </w:r>
      <w:r w:rsidRPr="00781966">
        <w:rPr>
          <w:rFonts w:ascii="Times New Roman" w:hAnsi="Times New Roman"/>
          <w:sz w:val="28"/>
          <w:szCs w:val="28"/>
          <w:lang w:eastAsia="ru-RU"/>
        </w:rPr>
        <w:t>Административный регламент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781966">
        <w:rPr>
          <w:rFonts w:ascii="Times New Roman" w:hAnsi="Times New Roman"/>
          <w:sz w:val="28"/>
          <w:szCs w:val="28"/>
          <w:lang w:eastAsia="ru-RU"/>
        </w:rPr>
        <w:t xml:space="preserve">предоставления муниципальной услуги по присвоению, изменению и аннулированию адресов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750D"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eastAsia="ru-RU"/>
        </w:rPr>
        <w:t>приложение № 2);</w:t>
      </w:r>
    </w:p>
    <w:p w:rsidR="00D339BC" w:rsidRPr="00B8750D" w:rsidRDefault="00D339BC" w:rsidP="001508F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50D">
        <w:rPr>
          <w:rFonts w:ascii="Times New Roman" w:hAnsi="Times New Roman"/>
          <w:sz w:val="28"/>
          <w:szCs w:val="28"/>
          <w:lang w:eastAsia="ru-RU"/>
        </w:rPr>
        <w:t xml:space="preserve">1.3.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Административный регламент  </w:t>
      </w:r>
      <w:r w:rsidRPr="001508F3">
        <w:rPr>
          <w:rFonts w:ascii="Times New Roman" w:hAnsi="Times New Roman"/>
          <w:sz w:val="28"/>
          <w:szCs w:val="28"/>
          <w:lang w:eastAsia="ru-RU"/>
        </w:rPr>
        <w:t xml:space="preserve">предоставления муниципальной услуги по выдаче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аэростатов над территорией поселения </w:t>
      </w:r>
      <w:r w:rsidRPr="00B8750D"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eastAsia="ru-RU"/>
        </w:rPr>
        <w:t>приложение № 3);</w:t>
      </w:r>
    </w:p>
    <w:p w:rsidR="00D339BC" w:rsidRDefault="00D339BC" w:rsidP="00EC67B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50D">
        <w:rPr>
          <w:rFonts w:ascii="Times New Roman" w:hAnsi="Times New Roman"/>
          <w:sz w:val="28"/>
          <w:szCs w:val="28"/>
          <w:lang w:eastAsia="ru-RU"/>
        </w:rPr>
        <w:t xml:space="preserve">1.4.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Административный регламент </w:t>
      </w:r>
      <w:r w:rsidRPr="00EC67B4">
        <w:rPr>
          <w:rFonts w:ascii="Times New Roman" w:hAnsi="Times New Roman"/>
          <w:sz w:val="28"/>
          <w:szCs w:val="28"/>
          <w:lang w:eastAsia="ru-RU"/>
        </w:rPr>
        <w:t xml:space="preserve">предоставления муниципальной услуги по свидетельствованию верности копий документов и выписок из них </w:t>
      </w:r>
      <w:r w:rsidRPr="00B8750D"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eastAsia="ru-RU"/>
        </w:rPr>
        <w:t>приложение № 4);</w:t>
      </w:r>
    </w:p>
    <w:p w:rsidR="00D339BC" w:rsidRPr="00B8750D" w:rsidRDefault="00D339BC" w:rsidP="00EC67B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1.5.</w:t>
      </w:r>
      <w:r w:rsidRPr="00EC67B4"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Административный регламент </w:t>
      </w:r>
      <w:r w:rsidRPr="00EC67B4">
        <w:rPr>
          <w:rFonts w:ascii="Times New Roman" w:hAnsi="Times New Roman"/>
          <w:sz w:val="28"/>
          <w:szCs w:val="28"/>
          <w:lang w:eastAsia="ru-RU"/>
        </w:rPr>
        <w:t>предоставления муниципальной услуги по совершению нотариальных действий: удостоверение завещания или удостоверение доверенности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750D"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eastAsia="ru-RU"/>
        </w:rPr>
        <w:t>приложение № 5);</w:t>
      </w:r>
    </w:p>
    <w:p w:rsidR="00D339BC" w:rsidRDefault="00D339BC" w:rsidP="00EC67B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1.6.</w:t>
      </w:r>
      <w:r w:rsidRPr="00EC67B4"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Административный регламент </w:t>
      </w:r>
      <w:r w:rsidRPr="00EC67B4">
        <w:rPr>
          <w:rFonts w:ascii="Times New Roman" w:hAnsi="Times New Roman"/>
          <w:sz w:val="28"/>
          <w:szCs w:val="28"/>
          <w:lang w:eastAsia="ru-RU"/>
        </w:rPr>
        <w:t>предоставления муниципальной услуги по выдаче справки (выписки)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750D"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eastAsia="ru-RU"/>
        </w:rPr>
        <w:t>приложение № 6).</w:t>
      </w:r>
    </w:p>
    <w:p w:rsidR="00D339BC" w:rsidRPr="00B8750D" w:rsidRDefault="00D339BC" w:rsidP="00EC67B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339BC" w:rsidRPr="00207D9E" w:rsidRDefault="00D339BC" w:rsidP="006D4A4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50D">
        <w:rPr>
          <w:rFonts w:ascii="Times New Roman" w:hAnsi="Times New Roman"/>
          <w:sz w:val="28"/>
          <w:szCs w:val="28"/>
          <w:lang w:eastAsia="ru-RU"/>
        </w:rPr>
        <w:t>2. Призна</w:t>
      </w:r>
      <w:r>
        <w:rPr>
          <w:rFonts w:ascii="Times New Roman" w:hAnsi="Times New Roman"/>
          <w:sz w:val="28"/>
          <w:szCs w:val="28"/>
          <w:lang w:eastAsia="ru-RU"/>
        </w:rPr>
        <w:t>ть утратившим силу Постановление</w:t>
      </w:r>
      <w:r>
        <w:rPr>
          <w:rFonts w:ascii="Times New Roman" w:hAnsi="Times New Roman"/>
          <w:sz w:val="28"/>
          <w:szCs w:val="28"/>
          <w:lang w:val="tt-RU" w:eastAsia="ru-RU"/>
        </w:rPr>
        <w:t xml:space="preserve"> Главы Городищенского сельского поселения Дрожжановского</w:t>
      </w:r>
      <w:r w:rsidRPr="00B8750D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</w:t>
      </w:r>
      <w:r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B8750D">
        <w:rPr>
          <w:rFonts w:ascii="Times New Roman" w:hAnsi="Times New Roman"/>
          <w:sz w:val="28"/>
          <w:szCs w:val="28"/>
          <w:lang w:eastAsia="ru-RU"/>
        </w:rPr>
        <w:t xml:space="preserve"> Республики Татарстан от </w:t>
      </w:r>
      <w:r>
        <w:rPr>
          <w:rFonts w:ascii="Times New Roman" w:hAnsi="Times New Roman"/>
          <w:sz w:val="28"/>
          <w:szCs w:val="28"/>
          <w:lang w:eastAsia="ru-RU"/>
        </w:rPr>
        <w:t xml:space="preserve">29.01.2016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№2 «</w:t>
      </w:r>
      <w:r w:rsidRPr="005B1D0F">
        <w:rPr>
          <w:rFonts w:ascii="Times New Roman" w:hAnsi="Times New Roman"/>
          <w:sz w:val="28"/>
          <w:szCs w:val="28"/>
          <w:lang w:eastAsia="ru-RU"/>
        </w:rPr>
        <w:t xml:space="preserve">Об утверждении административных </w:t>
      </w:r>
      <w:r>
        <w:rPr>
          <w:rFonts w:ascii="Times New Roman" w:hAnsi="Times New Roman"/>
          <w:sz w:val="28"/>
          <w:szCs w:val="28"/>
          <w:lang w:eastAsia="ru-RU"/>
        </w:rPr>
        <w:t xml:space="preserve">регламентов предоставления </w:t>
      </w:r>
      <w:r w:rsidRPr="005B1D0F">
        <w:rPr>
          <w:rFonts w:ascii="Times New Roman" w:hAnsi="Times New Roman"/>
          <w:sz w:val="28"/>
          <w:szCs w:val="28"/>
          <w:lang w:eastAsia="ru-RU"/>
        </w:rPr>
        <w:t>муниципальных услуг</w:t>
      </w:r>
      <w:r>
        <w:rPr>
          <w:rFonts w:ascii="Times New Roman" w:hAnsi="Times New Roman"/>
          <w:sz w:val="28"/>
          <w:szCs w:val="28"/>
          <w:lang w:eastAsia="ru-RU"/>
        </w:rPr>
        <w:t>».</w:t>
      </w:r>
      <w:r>
        <w:rPr>
          <w:rFonts w:ascii="Times New Roman" w:hAnsi="Times New Roman"/>
          <w:bCs/>
          <w:sz w:val="28"/>
          <w:szCs w:val="28"/>
          <w:lang w:val="tt-RU" w:eastAsia="ru-RU"/>
        </w:rPr>
        <w:t xml:space="preserve">  </w:t>
      </w:r>
    </w:p>
    <w:p w:rsidR="00D339BC" w:rsidRDefault="00D339BC" w:rsidP="0025764E">
      <w:pPr>
        <w:keepNext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</w:t>
      </w:r>
      <w:r w:rsidRPr="00B8750D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6F57E0">
        <w:rPr>
          <w:rFonts w:ascii="Times New Roman" w:hAnsi="Times New Roman"/>
          <w:sz w:val="28"/>
          <w:szCs w:val="28"/>
          <w:lang w:eastAsia="ru-RU"/>
        </w:rPr>
        <w:t>Настоящее  постановление обнарод</w:t>
      </w:r>
      <w:r>
        <w:rPr>
          <w:rFonts w:ascii="Times New Roman" w:hAnsi="Times New Roman"/>
          <w:sz w:val="28"/>
          <w:szCs w:val="28"/>
          <w:lang w:eastAsia="ru-RU"/>
        </w:rPr>
        <w:t>овать на информационных стендах</w:t>
      </w:r>
      <w:r>
        <w:rPr>
          <w:rFonts w:ascii="Times New Roman" w:hAnsi="Times New Roman"/>
          <w:sz w:val="28"/>
          <w:szCs w:val="28"/>
          <w:lang w:val="tt-RU" w:eastAsia="ru-RU"/>
        </w:rPr>
        <w:t xml:space="preserve"> сельского поселения  </w:t>
      </w:r>
      <w:r>
        <w:rPr>
          <w:rFonts w:ascii="Times New Roman" w:hAnsi="Times New Roman"/>
          <w:sz w:val="28"/>
          <w:szCs w:val="28"/>
          <w:lang w:eastAsia="ru-RU"/>
        </w:rPr>
        <w:t xml:space="preserve">и на </w:t>
      </w:r>
      <w:r w:rsidRPr="00466A6D">
        <w:rPr>
          <w:rFonts w:ascii="Times New Roman" w:hAnsi="Times New Roman"/>
          <w:sz w:val="28"/>
          <w:szCs w:val="28"/>
        </w:rPr>
        <w:t xml:space="preserve">официальном сайте Дрожжановского муниципального района в разделе сельского поселения.   </w:t>
      </w:r>
    </w:p>
    <w:p w:rsidR="00D339BC" w:rsidRPr="00466A6D" w:rsidRDefault="00D339BC" w:rsidP="00EB706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6A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tt-RU" w:eastAsia="ru-RU"/>
        </w:rPr>
        <w:t>4</w:t>
      </w:r>
      <w:r w:rsidRPr="00466A6D">
        <w:rPr>
          <w:rFonts w:ascii="Times New Roman" w:hAnsi="Times New Roman"/>
          <w:sz w:val="28"/>
          <w:szCs w:val="28"/>
          <w:lang w:eastAsia="ru-RU"/>
        </w:rPr>
        <w:t>. Настоящее постановление вступает в силу с момента его принятия.</w:t>
      </w:r>
    </w:p>
    <w:p w:rsidR="00D339BC" w:rsidRPr="00B8750D" w:rsidRDefault="00D339BC" w:rsidP="00EB7064">
      <w:pPr>
        <w:keepNext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/>
          <w:sz w:val="28"/>
          <w:szCs w:val="28"/>
          <w:lang w:val="tt-RU" w:eastAsia="ru-RU"/>
        </w:rPr>
        <w:t>5</w:t>
      </w:r>
      <w:r w:rsidRPr="00B8750D">
        <w:rPr>
          <w:rFonts w:ascii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  <w:lang w:eastAsia="ru-RU"/>
        </w:rPr>
        <w:t>оставляю за собой.</w:t>
      </w:r>
    </w:p>
    <w:p w:rsidR="00D339BC" w:rsidRPr="00B8750D" w:rsidRDefault="00D339BC" w:rsidP="0025764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000"/>
      </w:tblPr>
      <w:tblGrid>
        <w:gridCol w:w="4795"/>
        <w:gridCol w:w="4776"/>
      </w:tblGrid>
      <w:tr w:rsidR="00D339BC" w:rsidRPr="006F2A79" w:rsidTr="00A95D01">
        <w:tc>
          <w:tcPr>
            <w:tcW w:w="4795" w:type="dxa"/>
          </w:tcPr>
          <w:p w:rsidR="00D339BC" w:rsidRDefault="00D339BC" w:rsidP="00B8750D">
            <w:pPr>
              <w:widowControl w:val="0"/>
              <w:spacing w:after="0" w:line="360" w:lineRule="auto"/>
              <w:outlineLvl w:val="3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76" w:type="dxa"/>
          </w:tcPr>
          <w:p w:rsidR="00D339BC" w:rsidRPr="00B8750D" w:rsidRDefault="00D339BC" w:rsidP="00B8750D">
            <w:pPr>
              <w:widowControl w:val="0"/>
              <w:tabs>
                <w:tab w:val="left" w:pos="0"/>
              </w:tabs>
              <w:spacing w:after="0" w:line="360" w:lineRule="auto"/>
              <w:jc w:val="right"/>
              <w:outlineLvl w:val="2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339BC" w:rsidRDefault="00D339BC" w:rsidP="00B8750D">
      <w:pPr>
        <w:spacing w:after="0" w:line="240" w:lineRule="auto"/>
        <w:rPr>
          <w:rFonts w:ascii="Times New Roman" w:hAnsi="Times New Roman"/>
          <w:sz w:val="28"/>
          <w:szCs w:val="28"/>
          <w:lang w:val="tt-RU" w:eastAsia="ru-RU"/>
        </w:rPr>
      </w:pPr>
      <w:r w:rsidRPr="00A95D01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sz w:val="28"/>
          <w:szCs w:val="28"/>
          <w:lang w:eastAsia="ru-RU"/>
        </w:rPr>
        <w:t xml:space="preserve">Городищенского </w:t>
      </w:r>
      <w:r w:rsidRPr="00A95D01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</w:t>
      </w:r>
    </w:p>
    <w:p w:rsidR="00D339BC" w:rsidRPr="00A95D01" w:rsidRDefault="00D339BC" w:rsidP="00B8750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95D01">
        <w:rPr>
          <w:rFonts w:ascii="Times New Roman" w:hAnsi="Times New Roman"/>
          <w:sz w:val="28"/>
          <w:szCs w:val="28"/>
          <w:lang w:eastAsia="ru-RU"/>
        </w:rPr>
        <w:t>Дрожжановского</w:t>
      </w:r>
      <w:r>
        <w:rPr>
          <w:rFonts w:ascii="Times New Roman" w:hAnsi="Times New Roman"/>
          <w:sz w:val="28"/>
          <w:szCs w:val="28"/>
          <w:lang w:val="tt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 w:rsidRPr="00A95D01">
        <w:rPr>
          <w:rFonts w:ascii="Times New Roman" w:hAnsi="Times New Roman"/>
          <w:sz w:val="28"/>
          <w:szCs w:val="28"/>
          <w:lang w:eastAsia="ru-RU"/>
        </w:rPr>
        <w:tab/>
      </w:r>
      <w:r w:rsidRPr="00A95D01">
        <w:rPr>
          <w:rFonts w:ascii="Times New Roman" w:hAnsi="Times New Roman"/>
          <w:sz w:val="28"/>
          <w:szCs w:val="28"/>
          <w:lang w:eastAsia="ru-RU"/>
        </w:rPr>
        <w:tab/>
      </w:r>
      <w:r w:rsidRPr="00A95D01">
        <w:rPr>
          <w:rFonts w:ascii="Times New Roman" w:hAnsi="Times New Roman"/>
          <w:sz w:val="28"/>
          <w:szCs w:val="28"/>
          <w:lang w:eastAsia="ru-RU"/>
        </w:rPr>
        <w:tab/>
      </w:r>
      <w:r w:rsidRPr="00A95D01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val="tt-RU" w:eastAsia="ru-RU"/>
        </w:rPr>
        <w:t>Республики Татарстан:                                                                С.</w:t>
      </w:r>
      <w:r>
        <w:rPr>
          <w:rFonts w:ascii="Times New Roman" w:hAnsi="Times New Roman"/>
          <w:sz w:val="28"/>
          <w:szCs w:val="28"/>
          <w:lang w:eastAsia="ru-RU"/>
        </w:rPr>
        <w:t>А. Салифано</w:t>
      </w:r>
      <w:r w:rsidRPr="00A95D01">
        <w:rPr>
          <w:rFonts w:ascii="Times New Roman" w:hAnsi="Times New Roman"/>
          <w:sz w:val="28"/>
          <w:szCs w:val="28"/>
          <w:lang w:eastAsia="ru-RU"/>
        </w:rPr>
        <w:t>в</w:t>
      </w:r>
    </w:p>
    <w:p w:rsidR="00D339BC" w:rsidRPr="00A95D01" w:rsidRDefault="00D339BC" w:rsidP="001C347A">
      <w:pPr>
        <w:tabs>
          <w:tab w:val="left" w:pos="56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D339BC" w:rsidRPr="00A95D01" w:rsidSect="0034078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766"/>
    <w:rsid w:val="000F2205"/>
    <w:rsid w:val="00114E6C"/>
    <w:rsid w:val="001508F3"/>
    <w:rsid w:val="00172A9D"/>
    <w:rsid w:val="001C347A"/>
    <w:rsid w:val="00207D9E"/>
    <w:rsid w:val="0022477C"/>
    <w:rsid w:val="00246BCA"/>
    <w:rsid w:val="0025764E"/>
    <w:rsid w:val="00257BDB"/>
    <w:rsid w:val="002C39BD"/>
    <w:rsid w:val="0034078A"/>
    <w:rsid w:val="00351558"/>
    <w:rsid w:val="003C0E26"/>
    <w:rsid w:val="00466A6D"/>
    <w:rsid w:val="00482933"/>
    <w:rsid w:val="004934E0"/>
    <w:rsid w:val="00570872"/>
    <w:rsid w:val="00581AFE"/>
    <w:rsid w:val="005B1D0F"/>
    <w:rsid w:val="00625766"/>
    <w:rsid w:val="00652399"/>
    <w:rsid w:val="006D4A41"/>
    <w:rsid w:val="006F2A79"/>
    <w:rsid w:val="006F57E0"/>
    <w:rsid w:val="00700DC1"/>
    <w:rsid w:val="00781966"/>
    <w:rsid w:val="008A2893"/>
    <w:rsid w:val="00934579"/>
    <w:rsid w:val="009C1FD4"/>
    <w:rsid w:val="00A80884"/>
    <w:rsid w:val="00A95D01"/>
    <w:rsid w:val="00AB4D79"/>
    <w:rsid w:val="00B4058C"/>
    <w:rsid w:val="00B711C7"/>
    <w:rsid w:val="00B8750D"/>
    <w:rsid w:val="00BF34E9"/>
    <w:rsid w:val="00BF6CD5"/>
    <w:rsid w:val="00C66645"/>
    <w:rsid w:val="00D339BC"/>
    <w:rsid w:val="00D80601"/>
    <w:rsid w:val="00D86397"/>
    <w:rsid w:val="00D877DD"/>
    <w:rsid w:val="00E84DCF"/>
    <w:rsid w:val="00EB7064"/>
    <w:rsid w:val="00EC67B4"/>
    <w:rsid w:val="00F65D21"/>
    <w:rsid w:val="00FA39F0"/>
    <w:rsid w:val="00FD1766"/>
    <w:rsid w:val="00FF6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4E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A2893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2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246749">
          <w:marLeft w:val="0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24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2</Pages>
  <Words>541</Words>
  <Characters>3089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Шланги</dc:creator>
  <cp:keywords/>
  <dc:description/>
  <cp:lastModifiedBy>СП Городище</cp:lastModifiedBy>
  <cp:revision>28</cp:revision>
  <cp:lastPrinted>2016-02-05T09:08:00Z</cp:lastPrinted>
  <dcterms:created xsi:type="dcterms:W3CDTF">2016-01-29T11:41:00Z</dcterms:created>
  <dcterms:modified xsi:type="dcterms:W3CDTF">2018-06-14T04:29:00Z</dcterms:modified>
</cp:coreProperties>
</file>